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3844A52" w:rsidRDefault="00997F14" w14:paraId="37007B10" w14:textId="7F03F1B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3844A5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 w:rsidR="00D8678B">
        <w:rPr>
          <w:rFonts w:ascii="Corbel" w:hAnsi="Corbel"/>
          <w:i w:val="1"/>
          <w:iCs w:val="1"/>
        </w:rPr>
        <w:t xml:space="preserve">Załącznik nr </w:t>
      </w:r>
      <w:r w:rsidRPr="23844A52" w:rsidR="006F31E2">
        <w:rPr>
          <w:rFonts w:ascii="Corbel" w:hAnsi="Corbel"/>
          <w:i w:val="1"/>
          <w:iCs w:val="1"/>
        </w:rPr>
        <w:t>1.5</w:t>
      </w:r>
      <w:r w:rsidRPr="23844A52" w:rsidR="00D8678B">
        <w:rPr>
          <w:rFonts w:ascii="Corbel" w:hAnsi="Corbel"/>
          <w:i w:val="1"/>
          <w:iCs w:val="1"/>
        </w:rPr>
        <w:t xml:space="preserve"> do Z</w:t>
      </w:r>
      <w:r w:rsidRPr="23844A52" w:rsidR="1B53CE91">
        <w:rPr>
          <w:rFonts w:ascii="Corbel" w:hAnsi="Corbel"/>
          <w:i w:val="1"/>
          <w:iCs w:val="1"/>
        </w:rPr>
        <w:t>a</w:t>
      </w:r>
      <w:r w:rsidRPr="23844A52" w:rsidR="00D8678B">
        <w:rPr>
          <w:rFonts w:ascii="Corbel" w:hAnsi="Corbel"/>
          <w:i w:val="1"/>
          <w:iCs w:val="1"/>
        </w:rPr>
        <w:t>rządzenia</w:t>
      </w:r>
      <w:r w:rsidRPr="23844A52" w:rsidR="002A22BF">
        <w:rPr>
          <w:rFonts w:ascii="Corbel" w:hAnsi="Corbel"/>
          <w:i w:val="1"/>
          <w:iCs w:val="1"/>
        </w:rPr>
        <w:t xml:space="preserve"> Rektora UR </w:t>
      </w:r>
      <w:r w:rsidRPr="23844A52" w:rsidR="00CD6897">
        <w:rPr>
          <w:rFonts w:ascii="Corbel" w:hAnsi="Corbel"/>
          <w:i w:val="1"/>
          <w:iCs w:val="1"/>
        </w:rPr>
        <w:t xml:space="preserve"> nr </w:t>
      </w:r>
      <w:r w:rsidRPr="23844A52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287DD9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397200" w:rsidRDefault="0071620A" w14:paraId="271B5628" w14:textId="6406FE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3844A5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3844A5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3844A52" w:rsidR="00397200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3844A52" w:rsidR="575238E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3844A52" w:rsidR="0039720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3844A52" w:rsidR="78A9DD08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23844A52" w:rsidR="00397200">
        <w:rPr>
          <w:rFonts w:ascii="Corbel" w:hAnsi="Corbel"/>
          <w:i w:val="1"/>
          <w:iCs w:val="1"/>
          <w:smallCaps w:val="1"/>
          <w:sz w:val="24"/>
          <w:szCs w:val="24"/>
        </w:rPr>
        <w:t xml:space="preserve"> (</w:t>
      </w:r>
      <w:r w:rsidRPr="23844A52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23844A5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EC51312" w14:textId="7995CD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397200">
        <w:rPr>
          <w:rFonts w:ascii="Corbel" w:hAnsi="Corbel"/>
          <w:sz w:val="20"/>
          <w:szCs w:val="20"/>
        </w:rPr>
        <w:t>20</w:t>
      </w:r>
      <w:r w:rsidR="7BA597E6">
        <w:rPr>
          <w:rFonts w:ascii="Corbel" w:hAnsi="Corbel"/>
          <w:sz w:val="20"/>
          <w:szCs w:val="20"/>
        </w:rPr>
        <w:t>20</w:t>
      </w:r>
      <w:r w:rsidR="00397200">
        <w:rPr>
          <w:rFonts w:ascii="Corbel" w:hAnsi="Corbel"/>
          <w:sz w:val="20"/>
          <w:szCs w:val="20"/>
        </w:rPr>
        <w:t>/202</w:t>
      </w:r>
      <w:r w:rsidR="540EA4F3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85747A" w:rsidP="009C54AE" w:rsidRDefault="0085747A" w14:paraId="497991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7DE0D4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92704" w:rsidTr="00292704" w14:paraId="383DEF25" w14:textId="77777777">
        <w:tc>
          <w:tcPr>
            <w:tcW w:w="2694" w:type="dxa"/>
            <w:vAlign w:val="center"/>
          </w:tcPr>
          <w:p w:rsidRPr="009C54AE" w:rsidR="00292704" w:rsidP="00292704" w:rsidRDefault="00292704" w14:paraId="7CB01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5563C3F3" w14:textId="1E598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społeczności lokalnych</w:t>
            </w:r>
          </w:p>
        </w:tc>
      </w:tr>
      <w:tr w:rsidRPr="009C54AE" w:rsidR="00292704" w:rsidTr="00292704" w14:paraId="6E39CF44" w14:textId="77777777">
        <w:tc>
          <w:tcPr>
            <w:tcW w:w="2694" w:type="dxa"/>
            <w:vAlign w:val="center"/>
          </w:tcPr>
          <w:p w:rsidRPr="009C54AE" w:rsidR="00292704" w:rsidP="00292704" w:rsidRDefault="00292704" w14:paraId="3B0C4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7D7F26DE" w14:textId="6CACBC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Pr="009C54AE" w:rsidR="00292704" w:rsidTr="00292704" w14:paraId="6E4AD225" w14:textId="77777777">
        <w:tc>
          <w:tcPr>
            <w:tcW w:w="2694" w:type="dxa"/>
            <w:vAlign w:val="center"/>
          </w:tcPr>
          <w:p w:rsidRPr="009C54AE" w:rsidR="00292704" w:rsidP="00292704" w:rsidRDefault="00292704" w14:paraId="3AD15B84" w14:textId="2A3EBE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05DAA" w:rsidR="00292704" w:rsidP="00292704" w:rsidRDefault="00894B2F" w14:paraId="17EEE9DD" w14:textId="5D7A1EF4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0292704" w14:paraId="402A4481" w14:textId="77777777">
        <w:tc>
          <w:tcPr>
            <w:tcW w:w="2694" w:type="dxa"/>
            <w:vAlign w:val="center"/>
          </w:tcPr>
          <w:p w:rsidRPr="009C54AE" w:rsidR="00292704" w:rsidP="00292704" w:rsidRDefault="00292704" w14:paraId="476CC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B074C" w:rsidR="00292704" w:rsidP="00292704" w:rsidRDefault="000B074C" w14:paraId="4C6EBD00" w14:textId="79E51A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0B0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0292704" w14:paraId="14BA5445" w14:textId="77777777">
        <w:tc>
          <w:tcPr>
            <w:tcW w:w="2694" w:type="dxa"/>
            <w:vAlign w:val="center"/>
          </w:tcPr>
          <w:p w:rsidRPr="009C54AE" w:rsidR="00292704" w:rsidP="00292704" w:rsidRDefault="00292704" w14:paraId="3092E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20FEC775" w14:textId="4F429020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292704" w:rsidTr="00292704" w14:paraId="2C8D6E47" w14:textId="77777777">
        <w:tc>
          <w:tcPr>
            <w:tcW w:w="2694" w:type="dxa"/>
            <w:vAlign w:val="center"/>
          </w:tcPr>
          <w:p w:rsidRPr="009C54AE" w:rsidR="00292704" w:rsidP="00292704" w:rsidRDefault="00292704" w14:paraId="4B3F9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6E8E5E34" w14:textId="479FE97A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292704" w:rsidTr="00292704" w14:paraId="73578859" w14:textId="77777777">
        <w:tc>
          <w:tcPr>
            <w:tcW w:w="2694" w:type="dxa"/>
            <w:vAlign w:val="center"/>
          </w:tcPr>
          <w:p w:rsidRPr="009C54AE" w:rsidR="00292704" w:rsidP="00292704" w:rsidRDefault="00292704" w14:paraId="48CC7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103936B6" w14:textId="5CCCBC98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292704" w:rsidTr="00292704" w14:paraId="25B3E288" w14:textId="77777777">
        <w:tc>
          <w:tcPr>
            <w:tcW w:w="2694" w:type="dxa"/>
            <w:vAlign w:val="center"/>
          </w:tcPr>
          <w:p w:rsidRPr="009C54AE" w:rsidR="00292704" w:rsidP="00292704" w:rsidRDefault="00292704" w14:paraId="0016A7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2CCA03FC" w14:textId="356BF3CD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292704" w:rsidTr="00292704" w14:paraId="3D13DDA2" w14:textId="77777777">
        <w:tc>
          <w:tcPr>
            <w:tcW w:w="2694" w:type="dxa"/>
            <w:vAlign w:val="center"/>
          </w:tcPr>
          <w:p w:rsidRPr="009C54AE" w:rsidR="00292704" w:rsidP="00292704" w:rsidRDefault="00292704" w14:paraId="01064F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0A585A62" w14:textId="0974DE7C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Pr="009C54AE" w:rsidR="00292704" w:rsidTr="00292704" w14:paraId="0688FF34" w14:textId="77777777">
        <w:tc>
          <w:tcPr>
            <w:tcW w:w="2694" w:type="dxa"/>
            <w:vAlign w:val="center"/>
          </w:tcPr>
          <w:p w:rsidRPr="009C54AE" w:rsidR="00292704" w:rsidP="00292704" w:rsidRDefault="00292704" w14:paraId="3E2A5C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05DE626C" w14:textId="6387FACF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292704" w:rsidTr="00292704" w14:paraId="48D7876D" w14:textId="77777777">
        <w:tc>
          <w:tcPr>
            <w:tcW w:w="2694" w:type="dxa"/>
            <w:vAlign w:val="center"/>
          </w:tcPr>
          <w:p w:rsidRPr="009C54AE" w:rsidR="00292704" w:rsidP="00292704" w:rsidRDefault="00292704" w14:paraId="50B3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26BC9D11" w14:textId="72ADC7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292704" w:rsidTr="00292704" w14:paraId="28A52AD3" w14:textId="77777777">
        <w:tc>
          <w:tcPr>
            <w:tcW w:w="2694" w:type="dxa"/>
            <w:vAlign w:val="center"/>
          </w:tcPr>
          <w:p w:rsidRPr="009C54AE" w:rsidR="00292704" w:rsidP="00292704" w:rsidRDefault="00292704" w14:paraId="0F734F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025A25B4" w14:textId="6057EE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</w:t>
            </w:r>
            <w:r w:rsidR="00A5458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292704" w:rsidTr="00292704" w14:paraId="3B9BFA0F" w14:textId="77777777">
        <w:tc>
          <w:tcPr>
            <w:tcW w:w="2694" w:type="dxa"/>
            <w:vAlign w:val="center"/>
          </w:tcPr>
          <w:p w:rsidRPr="009C54AE" w:rsidR="00292704" w:rsidP="00292704" w:rsidRDefault="00292704" w14:paraId="6368A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7782F5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:rsidR="00292704" w:rsidP="00292704" w:rsidRDefault="00292704" w14:paraId="5C68A8A2" w14:textId="7612CC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Pr="009C54AE" w:rsidR="0085747A" w:rsidP="009C54AE" w:rsidRDefault="0085747A" w14:paraId="69D4E43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74513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120A4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2030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27605" w14:paraId="3DA298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1041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038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A07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883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631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62E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CA9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32F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4417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42E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26F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0395F" w:rsidTr="00027605" w14:paraId="786BEFC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2F0574" w14:paraId="36E71069" w14:textId="389C9F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170184" w14:paraId="596D5B1E" w14:textId="775725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170184" w:rsidRDefault="00170184" w14:paraId="534D78F8" w14:textId="40C0E4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E26B196" w14:textId="4F63F7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D77A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12F8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9E48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F89E7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8815D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170184" w14:paraId="25E25F3A" w14:textId="226CD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5FDAE9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3535C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5C9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97200" w14:paraId="0B3236BD" w14:textId="5A17E1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06AA1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5B1C9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0934D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2E1DEFF9" w14:textId="1D60E5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0C25" w:rsidP="009C54AE" w:rsidRDefault="00170184" w14:paraId="29586E73" w14:textId="4E1D4A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P="009C54AE" w:rsidRDefault="00E960BB" w14:paraId="4D8BE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B08F1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34904DF" w14:textId="77777777">
        <w:tc>
          <w:tcPr>
            <w:tcW w:w="9670" w:type="dxa"/>
          </w:tcPr>
          <w:p w:rsidRPr="009C54AE" w:rsidR="0085747A" w:rsidP="00F70C25" w:rsidRDefault="00F70C25" w14:paraId="318DAD95" w14:textId="3F5EE9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434CAD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A488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61B58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2938D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276373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170184" w:rsidTr="00170184" w14:paraId="151C3CD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1B0CFB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5C2BBD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Pr="009C54AE" w:rsidR="00170184" w:rsidTr="00170184" w14:paraId="78ADF3A4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70184" w:rsidR="00170184" w:rsidP="00170184" w:rsidRDefault="00170184" w14:paraId="775774EC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712D79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Pr="009C54AE" w:rsidR="00170184" w:rsidTr="00170184" w14:paraId="3EBF607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4468C9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031459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Pr="009C54AE" w:rsidR="00170184" w:rsidTr="00170184" w14:paraId="4ED59EF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4EE55D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5043A9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Pr="009C54AE" w:rsidR="00170184" w:rsidTr="00170184" w14:paraId="700C314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744082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69D01D9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:rsidRPr="009C54AE" w:rsidR="0085747A" w:rsidP="009C54AE" w:rsidRDefault="0085747A" w14:paraId="0907F9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2047A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0C9A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397200" w14:paraId="2CBBBCD0" w14:textId="77777777">
        <w:tc>
          <w:tcPr>
            <w:tcW w:w="1681" w:type="dxa"/>
            <w:vAlign w:val="center"/>
          </w:tcPr>
          <w:p w:rsidRPr="009C54AE" w:rsidR="0085747A" w:rsidP="009C54AE" w:rsidRDefault="0085747A" w14:paraId="623ED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0D74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DFB4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70184" w:rsidTr="00170184" w14:paraId="22D3E56B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47DF9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4FE091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osiada 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52B8D2D" w14:textId="4CE5B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170184" w:rsidTr="00170184" w14:paraId="075BDCB8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36150D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60AAC9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o lokalnych strukturach społecznych i relacjach pomiędzy nimi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1310D22E" w14:textId="099E2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170184" w:rsidTr="00170184" w14:paraId="147BDDF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A2F46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32B262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007B47BD" w14:textId="474B9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 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170184" w:rsidTr="00170184" w14:paraId="3518EB8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EFE87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35985F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interpretuje i stosuje akty prawne w tym prawa miejscowego w zakresie bezpieczeństwa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31877825" w14:textId="10838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170184" w:rsidTr="00170184" w14:paraId="71BBAC0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181043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42F98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A3C2DF3" w14:textId="142963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170184" w:rsidTr="00170184" w14:paraId="155D1AEB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47C35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2D461F7D" w14:textId="105B7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formy i zakres możliwości uczestniczenia obywatela w życiu społecznym, politycznym i gospodarczym na poziomie lokalnym </w:t>
            </w:r>
            <w:r w:rsidR="00776006">
              <w:rPr>
                <w:rFonts w:ascii="Corbel" w:hAnsi="Corbel"/>
                <w:b w:val="0"/>
                <w:smallCaps w:val="0"/>
                <w:szCs w:val="24"/>
              </w:rPr>
              <w:t>i jest gotów do aktywnego uczestnictwa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632C930" w14:textId="41CBB3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170184" w:rsidTr="00170184" w14:paraId="07BEF04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2FDE73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03F55BF8" w14:textId="7D0B32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nowe sytuacje i zjawiska społeczno-gospodarcze</w:t>
            </w:r>
            <w:r w:rsidR="00536327">
              <w:rPr>
                <w:rFonts w:ascii="Corbel" w:hAnsi="Corbel"/>
                <w:b w:val="0"/>
                <w:smallCaps w:val="0"/>
                <w:szCs w:val="24"/>
              </w:rPr>
              <w:t xml:space="preserve"> i na ich podstawie doskonali nabytą wiedzę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6D5EBAB" w14:textId="08E35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46AB01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52CB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852C7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B593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045AF4" w14:paraId="36C7D9F2" w14:textId="77777777">
        <w:tc>
          <w:tcPr>
            <w:tcW w:w="9520" w:type="dxa"/>
            <w:tcMar/>
          </w:tcPr>
          <w:p w:rsidRPr="009C54AE" w:rsidR="0085747A" w:rsidP="009C54AE" w:rsidRDefault="0085747A" w14:paraId="32F687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B045AF4" w14:paraId="38D88588" w14:textId="77777777">
        <w:tc>
          <w:tcPr>
            <w:tcW w:w="9520" w:type="dxa"/>
            <w:tcMar/>
          </w:tcPr>
          <w:p w:rsidRPr="00170184" w:rsidR="00170184" w:rsidP="00170184" w:rsidRDefault="00170184" w14:paraId="34C5033F" w14:textId="1ACA51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Bezpieczeństwo, zagrożenie – podstawowe pojęcia</w:t>
            </w:r>
            <w:r w:rsidRPr="2B045AF4" w:rsidR="0B30C0F6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051A5BBC" w14:textId="1ED2D4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Struktura administracyjno-terytorialna, podstawy prawne i zadania jednostek samorządu terytorialnego</w:t>
            </w:r>
            <w:r w:rsidRPr="2B045AF4" w:rsidR="5C01050F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5F3DF896" w14:textId="354287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Gmina, powiat, województwo i ich zadania w zakresie bezpieczeństwa</w:t>
            </w:r>
            <w:r w:rsidRPr="2B045AF4" w:rsidR="351D7024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677682A8" w14:textId="44D9F7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System zarządzania kryzysowego</w:t>
            </w:r>
            <w:r w:rsidRPr="2B045AF4" w:rsidR="0DDF1382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487F6403" w14:textId="01899E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Społeczne aspekty bezpieczeństwa</w:t>
            </w:r>
            <w:r w:rsidRPr="2B045AF4" w:rsidR="09F03B67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5A2CA007" w14:textId="0CBDE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</w:t>
            </w:r>
            <w:r w:rsidRPr="2B045AF4" w:rsidR="2B685180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170184" w:rsidRDefault="00170184" w14:paraId="2C00E185" w14:textId="003177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Więzi, struktury, instytucje i kontrola społeczna a bezpieczeństwo lokalne</w:t>
            </w:r>
            <w:r w:rsidRPr="2B045AF4" w:rsidR="69549ED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2C7E9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849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18D2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045AF4" w14:paraId="30EA1796" w14:textId="77777777">
        <w:tc>
          <w:tcPr>
            <w:tcW w:w="9520" w:type="dxa"/>
            <w:tcMar/>
          </w:tcPr>
          <w:p w:rsidRPr="009C54AE" w:rsidR="0085747A" w:rsidP="009C54AE" w:rsidRDefault="0085747A" w14:paraId="7B48B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70C25" w:rsidTr="2B045AF4" w14:paraId="167C4098" w14:textId="77777777">
        <w:tc>
          <w:tcPr>
            <w:tcW w:w="9520" w:type="dxa"/>
            <w:tcMar/>
          </w:tcPr>
          <w:p w:rsidRPr="0046235C" w:rsidR="00170184" w:rsidP="00170184" w:rsidRDefault="00170184" w14:paraId="40DC1BBF" w14:textId="2AA0A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1. Bezpieczeństwo lokalne – podstawowe definicje i pojęcia</w:t>
            </w:r>
            <w:r w:rsidRPr="2B045AF4" w:rsidR="12D67C79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7214C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:rsidRPr="0046235C" w:rsidR="00170184" w:rsidP="00170184" w:rsidRDefault="00170184" w14:paraId="3386431D" w14:textId="6B86A3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3BFB3382">
              <w:rPr>
                <w:rFonts w:ascii="Corbel" w:hAnsi="Corbel"/>
                <w:sz w:val="24"/>
                <w:szCs w:val="24"/>
              </w:rPr>
              <w:t>l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okalnej</w:t>
            </w:r>
            <w:r w:rsidRPr="2B045AF4" w:rsidR="600CBAE1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0C97BF6" w14:textId="41DBEC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3. Czynniki determinujące stan bezpieczeństwa</w:t>
            </w:r>
            <w:r w:rsidRPr="2B045AF4" w:rsidR="06A447EC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0CA570B3" w14:textId="773454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4. Zagrożenia na poziomie lokalnym – typologia i specyfika</w:t>
            </w:r>
            <w:r w:rsidRPr="2B045AF4" w:rsidR="2601E478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1E13ED2" w14:textId="2CBADE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5. Lokalny system bezpieczeństwa – struktura, podmioty, zakres działań</w:t>
            </w:r>
            <w:r w:rsidRPr="2B045AF4" w:rsidR="5AC07D5F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933D62D" w14:textId="581985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i przeciwdziałania zagrożeniom</w:t>
            </w:r>
          </w:p>
          <w:p w:rsidRPr="0046235C" w:rsidR="00170184" w:rsidP="00170184" w:rsidRDefault="00170184" w14:paraId="54AC7F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:rsidRPr="0046235C" w:rsidR="00170184" w:rsidP="00170184" w:rsidRDefault="00170184" w14:paraId="7891DA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:rsidRPr="0046235C" w:rsidR="00170184" w:rsidP="00170184" w:rsidRDefault="00170184" w14:paraId="0E7D16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:rsidRPr="0046235C" w:rsidR="00170184" w:rsidP="00170184" w:rsidRDefault="00170184" w14:paraId="6FE72931" w14:textId="05D6AD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d. współpraca z innymi służbami</w:t>
            </w:r>
            <w:r w:rsidRPr="2B045AF4" w:rsidR="20884E83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12243BBC" w14:textId="0E518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7. Planowanie strategiczne w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zakresie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bezpieczeństwa jako element systemu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zarządzania jednostką terytorialną</w:t>
            </w:r>
            <w:r w:rsidRPr="2B045AF4" w:rsidR="64BCECCD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131443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:rsidRPr="0046235C" w:rsidR="00170184" w:rsidP="00170184" w:rsidRDefault="00170184" w14:paraId="0B69E7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:rsidRPr="0046235C" w:rsidR="00170184" w:rsidP="00170184" w:rsidRDefault="00170184" w14:paraId="78D9B4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:rsidRPr="0046235C" w:rsidR="00170184" w:rsidP="00170184" w:rsidRDefault="00170184" w14:paraId="52FFD6A5" w14:textId="7E83C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c. pogramy edukacyjne na rzecz poprawy bezpieczeństwa</w:t>
            </w:r>
            <w:r w:rsidRPr="2B045AF4" w:rsidR="6DBFA822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3BDA6842" w14:textId="0358B3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9. Praktyczne aspekty konstrukcji programów prewencyjnych z wykorzystaniem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danych</w:t>
            </w:r>
            <w:r w:rsidRPr="2B045AF4" w:rsidR="5D107074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4DE90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:rsidRPr="0046235C" w:rsidR="00170184" w:rsidP="00170184" w:rsidRDefault="00170184" w14:paraId="295B82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:rsidRPr="0046235C" w:rsidR="00170184" w:rsidP="00170184" w:rsidRDefault="00170184" w14:paraId="369B11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:rsidRPr="0046235C" w:rsidR="00170184" w:rsidP="00170184" w:rsidRDefault="00170184" w14:paraId="75F4EDAD" w14:textId="055F8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c) bezpieczeństwo w sferze gospodarczej</w:t>
            </w:r>
            <w:r w:rsidRPr="2B045AF4" w:rsidR="298C0284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04EF318" w14:textId="322E9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11. Formy udziału społeczności lokalnych w działaniach na rzecz poprawy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bezpieczeństwa w Polsce i w innych państwach. Porównanie doświadczeń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i poszukiwanie dobrych praktyk</w:t>
            </w:r>
            <w:r w:rsidRPr="2B045AF4" w:rsidR="7FDAC11B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FD0B343" w14:textId="620856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12. 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Community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neighbourhood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policing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) – założenia modelu i doświadczenia innych państw</w:t>
            </w:r>
            <w:r w:rsidRPr="2B045AF4" w:rsidR="273FCDC5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0479FF7D" w14:textId="2A7FD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13. Rola sektora pozarządowego w działaniach na rzecz poprawy bezpieczeństwa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2B045AF4" w:rsidR="00170184">
              <w:rPr>
                <w:rFonts w:ascii="Corbel" w:hAnsi="Corbel"/>
                <w:sz w:val="24"/>
                <w:szCs w:val="24"/>
              </w:rPr>
              <w:t>w jednostkach lokalnych</w:t>
            </w:r>
            <w:r w:rsidRPr="2B045AF4" w:rsidR="498DA23C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74B127C" w14:textId="5947A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14. Rozwiązywanie problemów na poziomie lokalnym – przegląd i omówienie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wybranych metod</w:t>
            </w:r>
            <w:r w:rsidRPr="2B045AF4" w:rsidR="140D43C0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6110219" w14:textId="747601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5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. Bezpieczeństwo w polityce miejskiej</w:t>
            </w:r>
            <w:r w:rsidRPr="2B045AF4" w:rsidR="1E512F50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F70C25" w:rsidP="00170184" w:rsidRDefault="00170184" w14:paraId="1F979D5A" w14:textId="4A13DF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6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. Projektowanie bezpiecznej przestrzeni miejskiej – podstawy prawne, zasady,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podmioty działań</w:t>
            </w:r>
            <w:r w:rsidRPr="2B045AF4" w:rsidR="356C4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FCD12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4AAC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0D551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184" w:rsidP="7C8ECB3C" w:rsidRDefault="00170184" w14:paraId="5FAC625D" w14:textId="7471C4F1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C8ECB3C" w:rsidR="00170184">
        <w:rPr>
          <w:rFonts w:ascii="Corbel" w:hAnsi="Corbel"/>
          <w:b w:val="0"/>
          <w:bCs w:val="0"/>
          <w:caps w:val="0"/>
          <w:smallCaps w:val="0"/>
        </w:rPr>
        <w:t>Wykład: wykład problemowy</w:t>
      </w:r>
      <w:r w:rsidRPr="7C8ECB3C" w:rsidR="477FB7A3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170184" w:rsidP="7C8ECB3C" w:rsidRDefault="00170184" w14:paraId="73467D8C" w14:textId="4B89E0E3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C8ECB3C" w:rsidR="00170184">
        <w:rPr>
          <w:rFonts w:ascii="Corbel" w:hAnsi="Corbel"/>
          <w:b w:val="0"/>
          <w:bCs w:val="0"/>
          <w:caps w:val="0"/>
          <w:smallCaps w:val="0"/>
        </w:rPr>
        <w:t>Ćwiczenia: analiza tekstów, dyskusja, praca w grupach</w:t>
      </w:r>
      <w:r w:rsidRPr="7C8ECB3C" w:rsidR="73CEFA00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85747A" w:rsidP="009C54AE" w:rsidRDefault="0085747A" w14:paraId="547961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8772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F78B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BFE45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A8C3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E59B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Pr="009C54AE" w:rsidR="0085747A" w:rsidTr="00A26DC4" w14:paraId="53E2ECA6" w14:textId="77777777">
        <w:tc>
          <w:tcPr>
            <w:tcW w:w="1985" w:type="dxa"/>
            <w:vAlign w:val="center"/>
          </w:tcPr>
          <w:p w:rsidRPr="009C54AE" w:rsidR="0085747A" w:rsidP="009C54AE" w:rsidRDefault="0071620A" w14:paraId="62517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Pr="009C54AE" w:rsidR="0085747A" w:rsidP="009C54AE" w:rsidRDefault="00F974DA" w14:paraId="6B71C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6B5F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D3128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1E5B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70184" w:rsidTr="00A26DC4" w14:paraId="3FE5A62A" w14:textId="77777777">
        <w:tc>
          <w:tcPr>
            <w:tcW w:w="1985" w:type="dxa"/>
          </w:tcPr>
          <w:p w:rsidRPr="00CD6D94" w:rsidR="00170184" w:rsidP="005B2ABE" w:rsidRDefault="00170184" w14:paraId="32D8E7B9" w14:textId="77777777">
            <w:r w:rsidRPr="00CD6D94">
              <w:t>EK_01</w:t>
            </w:r>
          </w:p>
        </w:tc>
        <w:tc>
          <w:tcPr>
            <w:tcW w:w="5386" w:type="dxa"/>
          </w:tcPr>
          <w:p w:rsidRPr="006C434D" w:rsidR="00170184" w:rsidP="005B2ABE" w:rsidRDefault="00170184" w14:paraId="463E6F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Pr="009C54AE" w:rsidR="00170184" w:rsidP="005B2ABE" w:rsidRDefault="00170184" w14:paraId="64377D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325CF887" w14:textId="77777777">
        <w:tc>
          <w:tcPr>
            <w:tcW w:w="1985" w:type="dxa"/>
          </w:tcPr>
          <w:p w:rsidRPr="00CD6D94" w:rsidR="00170184" w:rsidP="005B2ABE" w:rsidRDefault="00170184" w14:paraId="68246947" w14:textId="77777777">
            <w:r w:rsidRPr="00CD6D94">
              <w:t>EK_02</w:t>
            </w:r>
          </w:p>
        </w:tc>
        <w:tc>
          <w:tcPr>
            <w:tcW w:w="5386" w:type="dxa"/>
          </w:tcPr>
          <w:p w:rsidRPr="006C434D" w:rsidR="00170184" w:rsidP="005B2ABE" w:rsidRDefault="00170184" w14:paraId="57E7C8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Pr="009C54AE" w:rsidR="00170184" w:rsidP="005B2ABE" w:rsidRDefault="00170184" w14:paraId="720B30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4C3928BC" w14:textId="77777777">
        <w:tc>
          <w:tcPr>
            <w:tcW w:w="1985" w:type="dxa"/>
          </w:tcPr>
          <w:p w:rsidRPr="00CD6D94" w:rsidR="00170184" w:rsidP="005B2ABE" w:rsidRDefault="00170184" w14:paraId="33B71FD8" w14:textId="77777777">
            <w:r w:rsidRPr="00CD6D94">
              <w:t>EK_03</w:t>
            </w:r>
          </w:p>
        </w:tc>
        <w:tc>
          <w:tcPr>
            <w:tcW w:w="5386" w:type="dxa"/>
          </w:tcPr>
          <w:p w:rsidRPr="006C434D" w:rsidR="00170184" w:rsidP="005B2ABE" w:rsidRDefault="00170184" w14:paraId="134D8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1F8BAB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3D291166" w14:textId="77777777">
        <w:tc>
          <w:tcPr>
            <w:tcW w:w="1985" w:type="dxa"/>
          </w:tcPr>
          <w:p w:rsidRPr="00CD6D94" w:rsidR="00170184" w:rsidP="005B2ABE" w:rsidRDefault="00170184" w14:paraId="47DC7F00" w14:textId="77777777">
            <w:r w:rsidRPr="00CD6D94">
              <w:t>EK_04</w:t>
            </w:r>
          </w:p>
        </w:tc>
        <w:tc>
          <w:tcPr>
            <w:tcW w:w="5386" w:type="dxa"/>
          </w:tcPr>
          <w:p w:rsidRPr="009C54AE" w:rsidR="00170184" w:rsidP="005B2ABE" w:rsidRDefault="00170184" w14:paraId="71010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Kolokwia,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4E7D6F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170184" w:rsidTr="00A26DC4" w14:paraId="47A9E80D" w14:textId="77777777">
        <w:tc>
          <w:tcPr>
            <w:tcW w:w="1985" w:type="dxa"/>
          </w:tcPr>
          <w:p w:rsidRPr="00CD6D94" w:rsidR="00170184" w:rsidP="005B2ABE" w:rsidRDefault="00170184" w14:paraId="6B8D5D9A" w14:textId="77777777">
            <w:r w:rsidRPr="00CD6D94">
              <w:t>EK_05</w:t>
            </w:r>
          </w:p>
        </w:tc>
        <w:tc>
          <w:tcPr>
            <w:tcW w:w="5386" w:type="dxa"/>
          </w:tcPr>
          <w:p w:rsidRPr="006C434D" w:rsidR="00170184" w:rsidP="005B2ABE" w:rsidRDefault="00170184" w14:paraId="294CD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04F50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584A4619" w14:textId="77777777">
        <w:tc>
          <w:tcPr>
            <w:tcW w:w="1985" w:type="dxa"/>
          </w:tcPr>
          <w:p w:rsidRPr="00CD6D94" w:rsidR="00170184" w:rsidP="005B2ABE" w:rsidRDefault="00170184" w14:paraId="5C380A12" w14:textId="77777777">
            <w:r w:rsidRPr="00CD6D94">
              <w:t>EK_06</w:t>
            </w:r>
          </w:p>
        </w:tc>
        <w:tc>
          <w:tcPr>
            <w:tcW w:w="5386" w:type="dxa"/>
          </w:tcPr>
          <w:p w:rsidRPr="006C434D" w:rsidR="00170184" w:rsidP="005B2ABE" w:rsidRDefault="00170184" w14:paraId="6CE73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7DF919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0E3CE38F" w14:textId="77777777">
        <w:tc>
          <w:tcPr>
            <w:tcW w:w="1985" w:type="dxa"/>
          </w:tcPr>
          <w:p w:rsidR="00170184" w:rsidP="005B2ABE" w:rsidRDefault="00170184" w14:paraId="3470208C" w14:textId="77777777">
            <w:r w:rsidRPr="00CD6D94">
              <w:t>EK_07</w:t>
            </w:r>
          </w:p>
        </w:tc>
        <w:tc>
          <w:tcPr>
            <w:tcW w:w="5386" w:type="dxa"/>
          </w:tcPr>
          <w:p w:rsidRPr="006C434D" w:rsidR="00170184" w:rsidP="005B2ABE" w:rsidRDefault="00170184" w14:paraId="4C9D71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4F0BA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Pr="009C54AE" w:rsidR="00923D7D" w:rsidP="009C54AE" w:rsidRDefault="00923D7D" w14:paraId="2BC10B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DDB5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9214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26DC4" w:rsidTr="2B045AF4" w14:paraId="4B60BE99" w14:textId="77777777">
        <w:tc>
          <w:tcPr>
            <w:tcW w:w="9520" w:type="dxa"/>
            <w:tcMar/>
          </w:tcPr>
          <w:p w:rsidR="00A26DC4" w:rsidP="7C8ECB3C" w:rsidRDefault="00A26DC4" w14:paraId="1354D9F3" w14:textId="2D288A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8ECB3C" w:rsidR="00A26DC4">
              <w:rPr>
                <w:rFonts w:ascii="Corbel" w:hAnsi="Corbel"/>
                <w:b w:val="0"/>
                <w:bCs w:val="0"/>
                <w:caps w:val="0"/>
                <w:smallCaps w:val="0"/>
              </w:rPr>
              <w:t>Wykład: egzamin ustny</w:t>
            </w:r>
            <w:r w:rsidRPr="7C8ECB3C" w:rsidR="1D133615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26DC4" w:rsidP="00A26DC4" w:rsidRDefault="00A26DC4" w14:paraId="393A04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A26DC4" w:rsidP="2B045AF4" w:rsidRDefault="00A26DC4" w14:paraId="01D488C0" w14:textId="2B26E8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Ćwiczenia: zaliczenie kolokwiów, aktywność w trakcie zajęć</w:t>
            </w:r>
            <w:r w:rsidRPr="2B045AF4" w:rsidR="4F45EE1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26DC4" w:rsidP="00A26DC4" w:rsidRDefault="00A26DC4" w14:paraId="1E7608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97CC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3DA1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60FE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B045AF4" w14:paraId="49648C52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A1FC3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6F8E8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397200" w:rsidTr="2B045AF4" w14:paraId="02FE54C4" w14:textId="77777777">
        <w:tc>
          <w:tcPr>
            <w:tcW w:w="4902" w:type="dxa"/>
            <w:tcMar/>
          </w:tcPr>
          <w:p w:rsidRPr="009C54AE" w:rsidR="00397200" w:rsidP="00397200" w:rsidRDefault="00397200" w14:paraId="31680F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0016BA86" w14:textId="30B924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9720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97200" w:rsidTr="2B045AF4" w14:paraId="25AB5923" w14:textId="77777777">
        <w:tc>
          <w:tcPr>
            <w:tcW w:w="4902" w:type="dxa"/>
            <w:tcMar/>
          </w:tcPr>
          <w:p w:rsidRPr="009C54AE" w:rsidR="00397200" w:rsidP="00397200" w:rsidRDefault="00397200" w14:paraId="72068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200" w:rsidP="00397200" w:rsidRDefault="00397200" w14:paraId="002323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97200" w:rsidP="00397200" w:rsidRDefault="001F0776" w14:paraId="5F219058" w14:textId="3CA86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97200" w:rsidTr="2B045AF4" w14:paraId="194F7E4F" w14:textId="77777777">
        <w:tc>
          <w:tcPr>
            <w:tcW w:w="4902" w:type="dxa"/>
            <w:tcMar/>
          </w:tcPr>
          <w:p w:rsidRPr="009C54AE" w:rsidR="00397200" w:rsidP="00397200" w:rsidRDefault="00397200" w14:paraId="3987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200" w:rsidP="00397200" w:rsidRDefault="00397200" w14:paraId="18CB11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97200" w:rsidP="00397200" w:rsidRDefault="001F0776" w14:paraId="416D4DD3" w14:textId="01750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Pr="009C54AE" w:rsidR="00397200" w:rsidTr="2B045AF4" w14:paraId="0C3875BD" w14:textId="77777777">
        <w:tc>
          <w:tcPr>
            <w:tcW w:w="4902" w:type="dxa"/>
            <w:tcMar/>
          </w:tcPr>
          <w:p w:rsidRPr="009C54AE" w:rsidR="00397200" w:rsidP="00397200" w:rsidRDefault="00397200" w14:paraId="19AD4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8096A1C" w14:textId="2D423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3D418B1C">
              <w:rPr>
                <w:rFonts w:ascii="Corbel" w:hAnsi="Corbel"/>
                <w:sz w:val="24"/>
                <w:szCs w:val="24"/>
              </w:rPr>
              <w:t>1</w:t>
            </w:r>
            <w:r w:rsidRPr="2B045AF4" w:rsidR="2EAF7CAF">
              <w:rPr>
                <w:rFonts w:ascii="Corbel" w:hAnsi="Corbel"/>
                <w:sz w:val="24"/>
                <w:szCs w:val="24"/>
              </w:rPr>
              <w:t>4</w:t>
            </w:r>
            <w:r w:rsidRPr="2B045AF4" w:rsidR="3D418B1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397200" w:rsidTr="2B045AF4" w14:paraId="461DD80A" w14:textId="77777777">
        <w:tc>
          <w:tcPr>
            <w:tcW w:w="4902" w:type="dxa"/>
            <w:tcMar/>
          </w:tcPr>
          <w:p w:rsidRPr="009C54AE" w:rsidR="00397200" w:rsidP="00397200" w:rsidRDefault="00397200" w14:paraId="6D098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1333FA8" w14:textId="7C843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01F5C0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E55D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5374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B0D3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80198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BF8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8C56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17494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03AA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4B5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068837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883D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B8C0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C54AE" w:rsidR="0085747A" w:rsidTr="35ECB1B1" w14:paraId="71A033A5" w14:textId="77777777">
        <w:trPr>
          <w:trHeight w:val="397"/>
        </w:trPr>
        <w:tc>
          <w:tcPr>
            <w:tcW w:w="9356" w:type="dxa"/>
            <w:tcMar/>
          </w:tcPr>
          <w:p w:rsidR="00397200" w:rsidP="00397200" w:rsidRDefault="0085747A" w14:paraId="2B7A78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 w:rsidR="00397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26DC4" w:rsidP="00A26DC4" w:rsidRDefault="00A26DC4" w14:paraId="3374E86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:rsidRPr="00627C53" w:rsidR="00A26DC4" w:rsidP="00A26DC4" w:rsidRDefault="00A26DC4" w14:paraId="511D8314" w14:textId="743A6BC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:rsidRPr="009C54AE" w:rsidR="0085747A" w:rsidP="00A26DC4" w:rsidRDefault="00A26DC4" w14:paraId="1FBB5B09" w14:textId="22A76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 w:rsidR="00E54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35ECB1B1" w14:paraId="19454C0A" w14:textId="77777777">
        <w:trPr>
          <w:trHeight w:val="397"/>
        </w:trPr>
        <w:tc>
          <w:tcPr>
            <w:tcW w:w="9356" w:type="dxa"/>
            <w:tcMar/>
          </w:tcPr>
          <w:p w:rsidR="0085747A" w:rsidP="009C54AE" w:rsidRDefault="0085747A" w14:paraId="432C4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6DC4" w:rsidP="2B045AF4" w:rsidRDefault="00A26DC4" w14:paraId="71921D16" w14:textId="6F9D8A90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5269562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Osierda</w:t>
            </w:r>
            <w:proofErr w:type="spellEnd"/>
            <w:r w:rsidRPr="2B045AF4" w:rsidR="5269562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A. (red.)</w:t>
            </w:r>
            <w:r w:rsidRPr="2B045AF4" w:rsidR="5269562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lokalne: zagrożenia, integracja, strategia działania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Wyższa Szkoła Administracji w Bielsku Białej, Bielsko-Biała 2008</w:t>
            </w:r>
            <w:r w:rsidRPr="2B045AF4" w:rsidR="7316E3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0D72BC2C" w14:textId="32FB7C46">
            <w:pPr>
              <w:pStyle w:val="Punktygwne"/>
              <w:spacing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Jagusiak B.,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Bezpieczeństwo socjalne współczesnego państwa, </w:t>
            </w:r>
            <w:proofErr w:type="spellStart"/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Difin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, Warszawa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2015</w:t>
            </w:r>
            <w:r w:rsidRPr="2B045AF4" w:rsidR="120E8E6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05A99C1C" w14:textId="675EF60C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Olak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2B045AF4" w:rsidR="463183E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i zagrożenia społeczne - zarys problematyki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ydawnictwo Amelia, Aneta 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Siewiorek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2012</w:t>
            </w:r>
            <w:r w:rsidRPr="2B045AF4" w:rsidR="6879BC8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56D69385" w14:textId="542C757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Serafin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T.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Parszowski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społeczności lokalnych. Programy prewencyjne w systemie bezpieczeństwa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2011</w:t>
            </w:r>
            <w:r w:rsidRPr="2B045AF4" w:rsidR="39D57E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27C53" w:rsidR="00A26DC4" w:rsidP="2B045AF4" w:rsidRDefault="00A26DC4" w14:paraId="00E63BBF" w14:textId="1C01EAD6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Skrabacz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2B045AF4" w:rsidR="34DCD25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społeczne: podstawy teoretyczne i praktyczne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Dom Wydawniczy Elipsa, Warszawa 2012.</w:t>
            </w:r>
          </w:p>
          <w:p w:rsidRPr="009C54AE" w:rsidR="00397200" w:rsidP="35ECB1B1" w:rsidRDefault="00A26DC4" w14:paraId="29EA36CE" w14:textId="02783CC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proofErr w:type="spellStart"/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Szabo</w:t>
            </w:r>
            <w:proofErr w:type="spellEnd"/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</w:t>
            </w:r>
            <w:proofErr w:type="spellStart"/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Olak</w:t>
            </w:r>
            <w:proofErr w:type="spellEnd"/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 </w:t>
            </w:r>
            <w:r w:rsidRPr="35ECB1B1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Współczesne zagrożenia społeczne: bezpieczeństwo w środowisku lokalnym - zarys problematyki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Stowarzyszenie "Nauka Edukacja 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Roz</w:t>
            </w:r>
            <w:r w:rsidRPr="35ECB1B1" w:rsidR="16F607A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ój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",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5ECB1B1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Ostrowiec Świętokrzyski 2012</w:t>
            </w:r>
            <w:r w:rsidRPr="35ECB1B1" w:rsidR="54916F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9C54AE" w:rsidR="0085747A" w:rsidP="009C54AE" w:rsidRDefault="0085747A" w14:paraId="1282CE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4797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819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963" w:rsidP="00C16ABF" w:rsidRDefault="00676963" w14:paraId="7EF4E2B9" w14:textId="77777777">
      <w:pPr>
        <w:spacing w:after="0" w:line="240" w:lineRule="auto"/>
      </w:pPr>
      <w:r>
        <w:separator/>
      </w:r>
    </w:p>
  </w:endnote>
  <w:endnote w:type="continuationSeparator" w:id="0">
    <w:p w:rsidR="00676963" w:rsidP="00C16ABF" w:rsidRDefault="00676963" w14:paraId="19EAC7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963" w:rsidP="00C16ABF" w:rsidRDefault="00676963" w14:paraId="54BDD551" w14:textId="77777777">
      <w:pPr>
        <w:spacing w:after="0" w:line="240" w:lineRule="auto"/>
      </w:pPr>
      <w:r>
        <w:separator/>
      </w:r>
    </w:p>
  </w:footnote>
  <w:footnote w:type="continuationSeparator" w:id="0">
    <w:p w:rsidR="00676963" w:rsidP="00C16ABF" w:rsidRDefault="00676963" w14:paraId="4303488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E664D4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6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74C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84"/>
    <w:rsid w:val="001718A7"/>
    <w:rsid w:val="001737CF"/>
    <w:rsid w:val="00176083"/>
    <w:rsid w:val="00192F37"/>
    <w:rsid w:val="001A70D2"/>
    <w:rsid w:val="001D657B"/>
    <w:rsid w:val="001D7B54"/>
    <w:rsid w:val="001E0209"/>
    <w:rsid w:val="001F0776"/>
    <w:rsid w:val="001F2CA2"/>
    <w:rsid w:val="002144C0"/>
    <w:rsid w:val="0022477D"/>
    <w:rsid w:val="002278A9"/>
    <w:rsid w:val="002336F9"/>
    <w:rsid w:val="0024028F"/>
    <w:rsid w:val="00244ABC"/>
    <w:rsid w:val="0026562C"/>
    <w:rsid w:val="00267ED7"/>
    <w:rsid w:val="00281FF2"/>
    <w:rsid w:val="002857DE"/>
    <w:rsid w:val="00291567"/>
    <w:rsid w:val="002927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574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021"/>
    <w:rsid w:val="00397200"/>
    <w:rsid w:val="003A0A5B"/>
    <w:rsid w:val="003A1176"/>
    <w:rsid w:val="003C0BAE"/>
    <w:rsid w:val="003C3D14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21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77F"/>
    <w:rsid w:val="004D5282"/>
    <w:rsid w:val="004F1551"/>
    <w:rsid w:val="004F55A3"/>
    <w:rsid w:val="0050496F"/>
    <w:rsid w:val="00513B6F"/>
    <w:rsid w:val="00517C63"/>
    <w:rsid w:val="00536327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9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0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B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DC4"/>
    <w:rsid w:val="00A30110"/>
    <w:rsid w:val="00A36899"/>
    <w:rsid w:val="00A371F6"/>
    <w:rsid w:val="00A37432"/>
    <w:rsid w:val="00A43BF6"/>
    <w:rsid w:val="00A53FA5"/>
    <w:rsid w:val="00A54581"/>
    <w:rsid w:val="00A54817"/>
    <w:rsid w:val="00A55080"/>
    <w:rsid w:val="00A601C8"/>
    <w:rsid w:val="00A60799"/>
    <w:rsid w:val="00A63C8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2F4"/>
    <w:rsid w:val="00B75946"/>
    <w:rsid w:val="00B8056E"/>
    <w:rsid w:val="00B819C8"/>
    <w:rsid w:val="00B82308"/>
    <w:rsid w:val="00B90885"/>
    <w:rsid w:val="00BA0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65A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C10"/>
    <w:rsid w:val="00E5648D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C2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447EC"/>
    <w:rsid w:val="09F03B67"/>
    <w:rsid w:val="0B30C0F6"/>
    <w:rsid w:val="0DDF1382"/>
    <w:rsid w:val="120E8E60"/>
    <w:rsid w:val="12D67C79"/>
    <w:rsid w:val="140D43C0"/>
    <w:rsid w:val="16F607A0"/>
    <w:rsid w:val="1B53CE91"/>
    <w:rsid w:val="1D133615"/>
    <w:rsid w:val="1DDF1A95"/>
    <w:rsid w:val="1E512F50"/>
    <w:rsid w:val="20884E83"/>
    <w:rsid w:val="23844A52"/>
    <w:rsid w:val="2601E478"/>
    <w:rsid w:val="273FCDC5"/>
    <w:rsid w:val="298C0284"/>
    <w:rsid w:val="2B045AF4"/>
    <w:rsid w:val="2B685180"/>
    <w:rsid w:val="2EAF7CAF"/>
    <w:rsid w:val="34DCD256"/>
    <w:rsid w:val="351D7024"/>
    <w:rsid w:val="356C4648"/>
    <w:rsid w:val="358D5FB4"/>
    <w:rsid w:val="35ECB1B1"/>
    <w:rsid w:val="37293015"/>
    <w:rsid w:val="38C50076"/>
    <w:rsid w:val="39D57E75"/>
    <w:rsid w:val="3A04FD30"/>
    <w:rsid w:val="3BFB3382"/>
    <w:rsid w:val="3D418B1C"/>
    <w:rsid w:val="3EA68715"/>
    <w:rsid w:val="463183EA"/>
    <w:rsid w:val="477FB7A3"/>
    <w:rsid w:val="47E4D197"/>
    <w:rsid w:val="4980A1F8"/>
    <w:rsid w:val="498DA23C"/>
    <w:rsid w:val="4F45EE1A"/>
    <w:rsid w:val="52695624"/>
    <w:rsid w:val="540EA4F3"/>
    <w:rsid w:val="54916F57"/>
    <w:rsid w:val="575238EE"/>
    <w:rsid w:val="5AC07D5F"/>
    <w:rsid w:val="5C01050F"/>
    <w:rsid w:val="5D107074"/>
    <w:rsid w:val="600CBAE1"/>
    <w:rsid w:val="64BCECCD"/>
    <w:rsid w:val="659870D2"/>
    <w:rsid w:val="6879BC8A"/>
    <w:rsid w:val="69549EDD"/>
    <w:rsid w:val="6DBFA822"/>
    <w:rsid w:val="7316E38B"/>
    <w:rsid w:val="73CEFA00"/>
    <w:rsid w:val="78A9DD08"/>
    <w:rsid w:val="7BA597E6"/>
    <w:rsid w:val="7C8ECB3C"/>
    <w:rsid w:val="7F5FDE38"/>
    <w:rsid w:val="7FDA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C2B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5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F05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5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F05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36D0B7-3394-48D6-BCDF-EA0245CC3C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204DE-A644-47B5-8A84-7E1D11ACC0C9}"/>
</file>

<file path=customXml/itemProps3.xml><?xml version="1.0" encoding="utf-8"?>
<ds:datastoreItem xmlns:ds="http://schemas.openxmlformats.org/officeDocument/2006/customXml" ds:itemID="{2AB9DB95-09AE-4993-BC26-2A34C685BDD7}"/>
</file>

<file path=customXml/itemProps4.xml><?xml version="1.0" encoding="utf-8"?>
<ds:datastoreItem xmlns:ds="http://schemas.openxmlformats.org/officeDocument/2006/customXml" ds:itemID="{85EA3F46-DADD-4BC2-996F-A4C0E0221F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15</cp:revision>
  <cp:lastPrinted>2019-02-06T12:12:00Z</cp:lastPrinted>
  <dcterms:created xsi:type="dcterms:W3CDTF">2020-10-20T17:10:00Z</dcterms:created>
  <dcterms:modified xsi:type="dcterms:W3CDTF">2021-11-14T13:57:17Z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